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E0A8F" w14:textId="2B594172" w:rsidR="006676AE" w:rsidRPr="00185C6E" w:rsidRDefault="003638CA" w:rsidP="006676AE">
      <w:pPr>
        <w:pStyle w:val="Nagwek4"/>
        <w:rPr>
          <w:rFonts w:ascii="Arial" w:hAnsi="Arial" w:cs="Arial"/>
          <w:bCs/>
          <w:i w:val="0"/>
          <w:szCs w:val="24"/>
        </w:rPr>
      </w:pPr>
      <w:r>
        <w:rPr>
          <w:rFonts w:ascii="Arial" w:hAnsi="Arial" w:cs="Arial"/>
          <w:bCs/>
          <w:i w:val="0"/>
          <w:szCs w:val="24"/>
        </w:rPr>
        <w:br/>
      </w:r>
      <w:r w:rsidR="006676AE" w:rsidRPr="00185C6E">
        <w:rPr>
          <w:rFonts w:ascii="Arial" w:hAnsi="Arial" w:cs="Arial"/>
          <w:bCs/>
          <w:i w:val="0"/>
          <w:szCs w:val="24"/>
        </w:rPr>
        <w:t xml:space="preserve">Załącznik nr </w:t>
      </w:r>
      <w:r w:rsidR="00DA7171" w:rsidRPr="00DA7171">
        <w:rPr>
          <w:rFonts w:ascii="Arial" w:hAnsi="Arial" w:cs="Arial"/>
          <w:bCs/>
          <w:i w:val="0"/>
          <w:szCs w:val="24"/>
        </w:rPr>
        <w:t>6</w:t>
      </w:r>
      <w:r w:rsidR="00B36ABD" w:rsidRPr="00185C6E">
        <w:rPr>
          <w:rFonts w:ascii="Arial" w:hAnsi="Arial" w:cs="Arial"/>
          <w:bCs/>
          <w:i w:val="0"/>
          <w:szCs w:val="24"/>
        </w:rPr>
        <w:t xml:space="preserve"> do SWZ</w:t>
      </w:r>
    </w:p>
    <w:p w14:paraId="79D7F15A" w14:textId="77777777" w:rsidR="005103B9" w:rsidRPr="00185C6E" w:rsidRDefault="005103B9" w:rsidP="005103B9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p w14:paraId="6C530EFE" w14:textId="77777777" w:rsidR="00C4103F" w:rsidRPr="0012157F" w:rsidRDefault="007118F0" w:rsidP="006C4CCD">
      <w:pPr>
        <w:spacing w:after="0" w:line="360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12A8B4A5" w14:textId="3A115745" w:rsidR="00F90CD1" w:rsidRDefault="003638CA" w:rsidP="006C4CCD">
      <w:pPr>
        <w:pStyle w:val="Tekstpodstawowy"/>
        <w:spacing w:after="0"/>
        <w:ind w:left="4111"/>
        <w:rPr>
          <w:rFonts w:ascii="Arial" w:hAnsi="Arial" w:cs="Arial"/>
        </w:rPr>
      </w:pPr>
      <w:r>
        <w:rPr>
          <w:rFonts w:ascii="Arial" w:hAnsi="Arial" w:cs="Arial"/>
        </w:rPr>
        <w:t>Wojewódzki Zakład Opieki Psychiatrycznej</w:t>
      </w:r>
    </w:p>
    <w:p w14:paraId="318315BB" w14:textId="1509E2E5" w:rsidR="003638CA" w:rsidRDefault="003638CA" w:rsidP="006C4CCD">
      <w:pPr>
        <w:pStyle w:val="Tekstpodstawowy"/>
        <w:spacing w:after="0"/>
        <w:ind w:left="4111"/>
        <w:rPr>
          <w:rFonts w:ascii="Arial" w:hAnsi="Arial" w:cs="Arial"/>
        </w:rPr>
      </w:pPr>
      <w:r>
        <w:rPr>
          <w:rFonts w:ascii="Arial" w:hAnsi="Arial" w:cs="Arial"/>
        </w:rPr>
        <w:t>Sp. z o.o.</w:t>
      </w:r>
    </w:p>
    <w:p w14:paraId="648EF65E" w14:textId="7EF9758F" w:rsidR="003638CA" w:rsidRDefault="003638CA" w:rsidP="006C4CCD">
      <w:pPr>
        <w:pStyle w:val="Tekstpodstawowy"/>
        <w:spacing w:after="0"/>
        <w:ind w:left="4111"/>
        <w:rPr>
          <w:rFonts w:ascii="Arial" w:hAnsi="Arial" w:cs="Arial"/>
        </w:rPr>
      </w:pPr>
      <w:r>
        <w:rPr>
          <w:rFonts w:ascii="Arial" w:hAnsi="Arial" w:cs="Arial"/>
        </w:rPr>
        <w:t>Sokołówka 1</w:t>
      </w:r>
    </w:p>
    <w:p w14:paraId="38C7F821" w14:textId="220EEC08" w:rsidR="003638CA" w:rsidRDefault="003638CA" w:rsidP="006C4CCD">
      <w:pPr>
        <w:pStyle w:val="Tekstpodstawowy"/>
        <w:spacing w:after="0"/>
        <w:ind w:left="4111"/>
        <w:rPr>
          <w:rFonts w:ascii="Arial" w:hAnsi="Arial" w:cs="Arial"/>
        </w:rPr>
      </w:pPr>
      <w:r>
        <w:rPr>
          <w:rFonts w:ascii="Arial" w:hAnsi="Arial" w:cs="Arial"/>
        </w:rPr>
        <w:t>63-840 Koźminek</w:t>
      </w:r>
    </w:p>
    <w:p w14:paraId="06EBF426" w14:textId="3181BD82" w:rsidR="00C4103F" w:rsidRPr="00185C6E" w:rsidRDefault="00C4103F" w:rsidP="006F0A84">
      <w:pPr>
        <w:pStyle w:val="Tekstpodstawowy"/>
        <w:spacing w:after="480" w:line="360" w:lineRule="auto"/>
        <w:ind w:left="4111"/>
        <w:rPr>
          <w:rFonts w:ascii="Arial" w:hAnsi="Arial" w:cs="Arial"/>
          <w:iCs/>
          <w:sz w:val="18"/>
          <w:szCs w:val="18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6F0A84" w:rsidRPr="00A2540E" w14:paraId="0D8402DE" w14:textId="77777777" w:rsidTr="00252642">
        <w:tc>
          <w:tcPr>
            <w:tcW w:w="2800" w:type="dxa"/>
          </w:tcPr>
          <w:p w14:paraId="2502047D" w14:textId="77777777" w:rsidR="006F0A84" w:rsidRPr="00A2540E" w:rsidRDefault="006F0A84" w:rsidP="0025264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F0A84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5972E91B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8658568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59BB9D07" w14:textId="77777777" w:rsidR="006F0A84" w:rsidRPr="00A2540E" w:rsidRDefault="006F0A84" w:rsidP="0025264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6F0A84" w:rsidRPr="00A2540E" w14:paraId="62C47E7B" w14:textId="77777777" w:rsidTr="00252642">
        <w:tc>
          <w:tcPr>
            <w:tcW w:w="2800" w:type="dxa"/>
          </w:tcPr>
          <w:p w14:paraId="1C6EB2A7" w14:textId="77777777" w:rsidR="006F0A84" w:rsidRPr="00A2540E" w:rsidRDefault="006F0A84" w:rsidP="0025264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5DC86664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C0CED3B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46F5E7A5" w14:textId="77777777" w:rsidR="006F0A84" w:rsidRPr="00A2540E" w:rsidRDefault="006F0A84" w:rsidP="00252642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273510D9" w14:textId="77777777" w:rsidR="006F0A84" w:rsidRDefault="006F0A84" w:rsidP="006F0A84">
      <w:pPr>
        <w:spacing w:after="240" w:line="36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A7171" w:rsidRPr="0012157F" w14:paraId="6CB72888" w14:textId="77777777" w:rsidTr="00D5488D">
        <w:tc>
          <w:tcPr>
            <w:tcW w:w="9104" w:type="dxa"/>
            <w:shd w:val="clear" w:color="auto" w:fill="D9D9D9"/>
          </w:tcPr>
          <w:p w14:paraId="39D41858" w14:textId="77777777" w:rsidR="00DA7171" w:rsidRPr="006F0A84" w:rsidRDefault="00DA7171" w:rsidP="00D5488D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0A84">
              <w:rPr>
                <w:rFonts w:ascii="Arial" w:hAnsi="Arial" w:cs="Arial"/>
                <w:b/>
                <w:sz w:val="28"/>
                <w:szCs w:val="28"/>
              </w:rPr>
              <w:t>OŚWIADCZENIE PODMIOTU UDOSTĘPNIAJĄCEGO ZASOBY</w:t>
            </w:r>
          </w:p>
          <w:p w14:paraId="18B6B4B3" w14:textId="71D9439B" w:rsidR="00DA7171" w:rsidRDefault="00DA7171" w:rsidP="00D5488D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ustawy z dnia 11 września 2019 r. Prawo zamówień publicznych </w:t>
            </w:r>
            <w:r w:rsidRPr="00DA7171">
              <w:rPr>
                <w:rFonts w:ascii="Arial" w:hAnsi="Arial" w:cs="Arial"/>
                <w:sz w:val="24"/>
                <w:szCs w:val="24"/>
              </w:rPr>
              <w:t>(t.j. Dz. U. z 2024 poz. 1320</w:t>
            </w:r>
            <w:r w:rsidR="003638CA">
              <w:rPr>
                <w:rFonts w:ascii="Arial" w:hAnsi="Arial" w:cs="Arial"/>
                <w:sz w:val="24"/>
                <w:szCs w:val="24"/>
              </w:rPr>
              <w:t xml:space="preserve"> ze zm.</w:t>
            </w:r>
            <w:r w:rsidRPr="00DA7171">
              <w:rPr>
                <w:rFonts w:ascii="Arial" w:hAnsi="Arial" w:cs="Arial"/>
                <w:sz w:val="24"/>
                <w:szCs w:val="24"/>
              </w:rPr>
              <w:t>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Pzp)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43EEA81" w14:textId="77777777" w:rsidR="00DA7171" w:rsidRPr="00534752" w:rsidRDefault="00DA7171" w:rsidP="00D5488D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F0A84">
              <w:rPr>
                <w:rFonts w:ascii="Arial" w:hAnsi="Arial" w:cs="Arial"/>
                <w:color w:val="0070C0"/>
                <w:sz w:val="18"/>
                <w:szCs w:val="18"/>
                <w:u w:val="single"/>
              </w:rPr>
              <w:t>Uwaga</w:t>
            </w:r>
            <w:r w:rsidRPr="006F0A84">
              <w:rPr>
                <w:rFonts w:ascii="Arial" w:hAnsi="Arial" w:cs="Arial"/>
                <w:i/>
                <w:iCs/>
                <w:color w:val="0070C0"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</w:t>
            </w:r>
            <w:r w:rsidRPr="00534752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</w:tr>
    </w:tbl>
    <w:p w14:paraId="499AE929" w14:textId="77777777" w:rsidR="00766D1F" w:rsidRDefault="001F027E" w:rsidP="00FB403C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</w:t>
      </w:r>
      <w:r w:rsidR="00FB403C"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FB403C" w:rsidRPr="00A2540E" w14:paraId="02C63453" w14:textId="77777777" w:rsidTr="00252642">
        <w:tc>
          <w:tcPr>
            <w:tcW w:w="2269" w:type="dxa"/>
          </w:tcPr>
          <w:p w14:paraId="56EF9832" w14:textId="77777777" w:rsidR="00FB403C" w:rsidRPr="00A2540E" w:rsidRDefault="00FB403C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40AE88E3" w14:textId="77777777" w:rsidR="00FB403C" w:rsidRPr="00A2540E" w:rsidRDefault="00DA7171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A717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Termomodernizacja budynku Wojewódzkiego Zakładu Opieki Psychiatrycznej w Sokołówce</w:t>
            </w:r>
            <w:r w:rsidR="00FB403C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DA7171" w:rsidRPr="00A2540E" w14:paraId="4DB87174" w14:textId="77777777" w:rsidTr="00D5488D">
        <w:tc>
          <w:tcPr>
            <w:tcW w:w="2269" w:type="dxa"/>
          </w:tcPr>
          <w:p w14:paraId="08D20F0D" w14:textId="77777777" w:rsidR="00DA7171" w:rsidRPr="00A2540E" w:rsidRDefault="00DA7171" w:rsidP="00D5488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7D98105B" w14:textId="45230584" w:rsidR="00DA7171" w:rsidRPr="00A2540E" w:rsidRDefault="003638CA" w:rsidP="00D5488D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ZP2/2025</w:t>
            </w:r>
          </w:p>
        </w:tc>
      </w:tr>
    </w:tbl>
    <w:p w14:paraId="37E54A2E" w14:textId="77777777" w:rsidR="00FB403C" w:rsidRPr="006C4CCD" w:rsidRDefault="00FB403C" w:rsidP="00FB403C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725B94C9" w14:textId="0A89245A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3638CA">
        <w:rPr>
          <w:rFonts w:ascii="Arial" w:hAnsi="Arial" w:cs="Arial"/>
          <w:b/>
          <w:sz w:val="24"/>
          <w:szCs w:val="24"/>
        </w:rPr>
        <w:t>Wojewódzki Zakład Opieki Psychiatrycznej Sp. z o.o.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2E51C3D3" w14:textId="77777777" w:rsidTr="00650D6C">
        <w:tc>
          <w:tcPr>
            <w:tcW w:w="9104" w:type="dxa"/>
            <w:shd w:val="clear" w:color="auto" w:fill="D9D9D9"/>
          </w:tcPr>
          <w:p w14:paraId="3E67C733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11D23665" w14:textId="77777777" w:rsidR="00C113BF" w:rsidRPr="0012157F" w:rsidRDefault="00C113BF" w:rsidP="00FB403C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487D71C5" w14:textId="77777777" w:rsidR="00DA7171" w:rsidRPr="00992BD8" w:rsidRDefault="00DA7171" w:rsidP="00DA7171">
      <w:pPr>
        <w:spacing w:after="0" w:line="276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0F826B6F" w14:textId="77777777" w:rsidR="002426FF" w:rsidRPr="00922A11" w:rsidRDefault="00DA7171" w:rsidP="00DA7171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12157F">
        <w:rPr>
          <w:rFonts w:ascii="Arial" w:hAnsi="Arial" w:cs="Arial"/>
          <w:sz w:val="24"/>
          <w:szCs w:val="24"/>
        </w:rPr>
        <w:br/>
        <w:t>art. 109 ust. 1 ustawy Pzp, w zakresie:</w:t>
      </w:r>
    </w:p>
    <w:p w14:paraId="19604523" w14:textId="77777777" w:rsidR="00DA7171" w:rsidRPr="00922A11" w:rsidRDefault="00DA7171" w:rsidP="00DA7171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1D4911F4" w14:textId="77777777" w:rsidR="00DA7171" w:rsidRPr="0012157F" w:rsidRDefault="00DA7171" w:rsidP="00DA71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5</w:t>
      </w:r>
    </w:p>
    <w:p w14:paraId="17428700" w14:textId="0F88EA34" w:rsidR="00DA7171" w:rsidRPr="0012157F" w:rsidRDefault="00DA7171" w:rsidP="00DA7171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 xml:space="preserve">Wykonawca, który w sposób zawiniony poważnie naruszył obowiązki zawodowe, co podważa jego uczciwość, w </w:t>
      </w:r>
      <w:r w:rsidR="003638CA" w:rsidRPr="0012157F">
        <w:rPr>
          <w:rFonts w:ascii="Arial" w:hAnsi="Arial" w:cs="Arial"/>
          <w:color w:val="auto"/>
          <w:sz w:val="24"/>
          <w:szCs w:val="24"/>
        </w:rPr>
        <w:t>szczególności,</w:t>
      </w:r>
      <w:r w:rsidRPr="0012157F">
        <w:rPr>
          <w:rFonts w:ascii="Arial" w:hAnsi="Arial" w:cs="Arial"/>
          <w:color w:val="auto"/>
          <w:sz w:val="24"/>
          <w:szCs w:val="24"/>
        </w:rPr>
        <w:t xml:space="preserve"> gdy wykonawca w wyniku zamierzonego działania lub rażącego niedbalstwa nie wykonał lub nienależycie wykonał zamówienie, co zamawiający jest w stanie wykazać za pomocą stosownych dowodów.</w:t>
      </w:r>
    </w:p>
    <w:p w14:paraId="6E41B7CE" w14:textId="77777777" w:rsidR="00DA7171" w:rsidRPr="00922A11" w:rsidRDefault="00DA7171" w:rsidP="00DA7171">
      <w:pPr>
        <w:pStyle w:val="Nagwek2"/>
        <w:keepNext w:val="0"/>
        <w:keepLines w:val="0"/>
        <w:spacing w:before="0" w:line="276" w:lineRule="auto"/>
        <w:jc w:val="both"/>
        <w:rPr>
          <w:rFonts w:ascii="Arial" w:hAnsi="Arial" w:cs="Arial"/>
          <w:color w:val="auto"/>
          <w:sz w:val="16"/>
          <w:szCs w:val="16"/>
        </w:rPr>
      </w:pPr>
    </w:p>
    <w:p w14:paraId="6A354B80" w14:textId="77777777" w:rsidR="00DA7171" w:rsidRPr="0012157F" w:rsidRDefault="00DA7171" w:rsidP="00DA71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6</w:t>
      </w:r>
    </w:p>
    <w:p w14:paraId="199E5C79" w14:textId="77777777" w:rsidR="00DA7171" w:rsidRPr="0012157F" w:rsidRDefault="00DA7171" w:rsidP="00DA7171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Wykonawca, jeżeli występuje konflikt interesów w rozumieniu art. 56 ust. 2, którego nie można skutecznie wyeliminować w inny sposób niż przez wykluczenie Wykonawcy.</w:t>
      </w:r>
    </w:p>
    <w:p w14:paraId="6B4E41CE" w14:textId="77777777" w:rsidR="00DA7171" w:rsidRPr="00922A11" w:rsidRDefault="00DA7171" w:rsidP="00DA7171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343F705A" w14:textId="77777777" w:rsidR="00DA7171" w:rsidRPr="0012157F" w:rsidRDefault="00DA7171" w:rsidP="00DA71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7</w:t>
      </w:r>
    </w:p>
    <w:p w14:paraId="00C5F18F" w14:textId="77777777" w:rsidR="00DA7171" w:rsidRPr="0012157F" w:rsidRDefault="00DA7171" w:rsidP="00DA7171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Wykonawca,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44D0ABA7" w14:textId="77777777" w:rsidR="00DA7171" w:rsidRPr="00922A11" w:rsidRDefault="00DA7171" w:rsidP="00DA7171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1456020F" w14:textId="77777777" w:rsidR="00DA7171" w:rsidRPr="0012157F" w:rsidRDefault="00DA7171" w:rsidP="00DA71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8</w:t>
      </w:r>
    </w:p>
    <w:p w14:paraId="4299B6F7" w14:textId="77777777" w:rsidR="00DA7171" w:rsidRPr="0012157F" w:rsidRDefault="00DA7171" w:rsidP="00DA7171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Wykonawca,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dowodowych.</w:t>
      </w:r>
    </w:p>
    <w:p w14:paraId="1E0D0071" w14:textId="77777777" w:rsidR="00DA7171" w:rsidRPr="00922A11" w:rsidRDefault="00DA7171" w:rsidP="00DA7171">
      <w:pPr>
        <w:spacing w:after="0"/>
        <w:rPr>
          <w:rFonts w:ascii="Arial" w:hAnsi="Arial" w:cs="Arial"/>
          <w:color w:val="000000"/>
          <w:sz w:val="16"/>
          <w:szCs w:val="16"/>
          <w:lang w:eastAsia="x-none"/>
        </w:rPr>
      </w:pPr>
    </w:p>
    <w:p w14:paraId="73D6B94D" w14:textId="77777777" w:rsidR="00DA7171" w:rsidRPr="0012157F" w:rsidRDefault="00DA7171" w:rsidP="00DA71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9</w:t>
      </w:r>
    </w:p>
    <w:p w14:paraId="0F8FBF67" w14:textId="77777777" w:rsidR="00DA7171" w:rsidRPr="0012157F" w:rsidRDefault="00DA7171" w:rsidP="00DA7171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Wykonawca, który bezprawnie wpływał lub próbował wpływać na czynności zamawiającego lub próbował pozyskać lub pozyskał informacje poufne, mogące dać mu przewagę w postępowaniu o udzielenie zamówienia.</w:t>
      </w:r>
    </w:p>
    <w:p w14:paraId="18AE92C9" w14:textId="77777777" w:rsidR="00DA7171" w:rsidRPr="00922A11" w:rsidRDefault="00DA7171" w:rsidP="00DA7171">
      <w:pPr>
        <w:spacing w:after="0"/>
        <w:rPr>
          <w:rFonts w:ascii="Arial" w:hAnsi="Arial" w:cs="Arial"/>
          <w:color w:val="000000"/>
          <w:sz w:val="16"/>
          <w:szCs w:val="16"/>
          <w:lang w:eastAsia="x-none"/>
        </w:rPr>
      </w:pPr>
    </w:p>
    <w:p w14:paraId="7C41DD9E" w14:textId="77777777" w:rsidR="00DA7171" w:rsidRPr="0012157F" w:rsidRDefault="00DA7171" w:rsidP="00DA71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10</w:t>
      </w:r>
    </w:p>
    <w:p w14:paraId="05DFE3DF" w14:textId="77777777" w:rsidR="00DA7171" w:rsidRPr="0012157F" w:rsidRDefault="00DA7171" w:rsidP="00DA7171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lastRenderedPageBreak/>
        <w:t>Wykonawca, który w wyniku lekkomyślności lub niedbalstwa przedstawił informacje wprowadzające w błąd, co mogło mieć istotny wpływ na decyzje podejmowane przez Zamawiającego w postępowaniu o udzielenie zamówienia.</w:t>
      </w:r>
    </w:p>
    <w:p w14:paraId="7935A405" w14:textId="77777777" w:rsidR="00023477" w:rsidRPr="006B53D6" w:rsidRDefault="00023477" w:rsidP="00922A11">
      <w:pPr>
        <w:spacing w:after="120"/>
        <w:rPr>
          <w:rFonts w:ascii="Arial" w:hAnsi="Arial" w:cs="Arial"/>
          <w:sz w:val="16"/>
          <w:szCs w:val="16"/>
        </w:rPr>
      </w:pPr>
    </w:p>
    <w:p w14:paraId="19E254FF" w14:textId="77777777" w:rsidR="0011306C" w:rsidRDefault="007A2BCB" w:rsidP="00FB403C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8A2CEB" w:rsidRPr="008A2CEB">
        <w:rPr>
          <w:rFonts w:ascii="Arial" w:hAnsi="Arial" w:cs="Arial"/>
          <w:sz w:val="24"/>
          <w:szCs w:val="24"/>
        </w:rPr>
        <w:t>t.j. Dz.U. z 2024r. poz. 507 z późn. zm.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2DE9661" w14:textId="77777777" w:rsidTr="00CD4DD1">
        <w:tc>
          <w:tcPr>
            <w:tcW w:w="9104" w:type="dxa"/>
            <w:shd w:val="clear" w:color="auto" w:fill="D9D9D9"/>
          </w:tcPr>
          <w:p w14:paraId="1AE373CF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503BDA55" w14:textId="77777777" w:rsidR="00D2702A" w:rsidRPr="0012157F" w:rsidRDefault="004F23F7" w:rsidP="00FB403C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79D80EBD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D994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ECF6C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A7171" w:rsidRPr="0012157F" w14:paraId="767A224A" w14:textId="77777777" w:rsidTr="00D548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A64D0" w14:textId="77777777" w:rsidR="00DA7171" w:rsidRPr="0012157F" w:rsidRDefault="00DA7171" w:rsidP="00D5488D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717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A7F04" w14:textId="77777777" w:rsidR="00DA7171" w:rsidRPr="0012157F" w:rsidRDefault="00DA7171" w:rsidP="00D5488D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7171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42A7953E" w14:textId="77777777" w:rsidR="00DA7171" w:rsidRPr="00DA7171" w:rsidRDefault="00DA7171" w:rsidP="00D5488D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171">
              <w:rPr>
                <w:rFonts w:ascii="Arial" w:hAnsi="Arial" w:cs="Arial"/>
                <w:sz w:val="24"/>
                <w:szCs w:val="24"/>
              </w:rPr>
              <w:t>O udzielenie zamówienia publicznego mogą ubiegać się wykonawcy, którzy spełniają warunki, dotyczące sytuacji ekonomicznej lub finansowej. Ocena spełniania warunków udziału w postępowaniu będzie dokonana na zasadzie spełnia/nie spełnia.</w:t>
            </w:r>
          </w:p>
          <w:p w14:paraId="32154EBB" w14:textId="77777777" w:rsidR="00DA7171" w:rsidRPr="0012157F" w:rsidRDefault="00DA7171" w:rsidP="00D5488D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171">
              <w:rPr>
                <w:rFonts w:ascii="Arial" w:hAnsi="Arial" w:cs="Arial"/>
                <w:sz w:val="24"/>
                <w:szCs w:val="24"/>
              </w:rPr>
              <w:t>Zamawiający nie wyznacza warunku szczegółowego.</w:t>
            </w:r>
          </w:p>
        </w:tc>
      </w:tr>
      <w:tr w:rsidR="00DA7171" w:rsidRPr="0012157F" w14:paraId="71EBC2D2" w14:textId="77777777" w:rsidTr="00D548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2603A" w14:textId="77777777" w:rsidR="00DA7171" w:rsidRPr="0012157F" w:rsidRDefault="00DA7171" w:rsidP="00D5488D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717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267EA" w14:textId="77777777" w:rsidR="00DA7171" w:rsidRPr="0012157F" w:rsidRDefault="00DA7171" w:rsidP="00D5488D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7171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6149437D" w14:textId="5A0981BE" w:rsidR="00DA7171" w:rsidRPr="00DA7171" w:rsidRDefault="00DA7171" w:rsidP="00D5488D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171">
              <w:rPr>
                <w:rFonts w:ascii="Arial" w:hAnsi="Arial" w:cs="Arial"/>
                <w:sz w:val="24"/>
                <w:szCs w:val="24"/>
              </w:rPr>
              <w:t xml:space="preserve">O udzielenie zamówienia publicznego mogą ubiegać się wykonawcy, którzy spełniają warunki, </w:t>
            </w:r>
            <w:r w:rsidR="003638CA" w:rsidRPr="00DA7171">
              <w:rPr>
                <w:rFonts w:ascii="Arial" w:hAnsi="Arial" w:cs="Arial"/>
                <w:sz w:val="24"/>
                <w:szCs w:val="24"/>
              </w:rPr>
              <w:t>dotyczące zdolności</w:t>
            </w:r>
            <w:r w:rsidRPr="00DA7171">
              <w:rPr>
                <w:rFonts w:ascii="Arial" w:hAnsi="Arial" w:cs="Arial"/>
                <w:sz w:val="24"/>
                <w:szCs w:val="24"/>
              </w:rPr>
              <w:t xml:space="preserve"> technicznej lub zawodowej. </w:t>
            </w:r>
            <w:r w:rsidRPr="00DA7171">
              <w:rPr>
                <w:rFonts w:ascii="Arial" w:hAnsi="Arial" w:cs="Arial"/>
                <w:sz w:val="24"/>
                <w:szCs w:val="24"/>
              </w:rPr>
              <w:lastRenderedPageBreak/>
              <w:t>Ocena spełniania warunków udziału w postępowaniu będzie dokonana na zasadzie spełnia/nie spełnia.</w:t>
            </w:r>
          </w:p>
          <w:p w14:paraId="52AEF730" w14:textId="76C777C8" w:rsidR="00DA7171" w:rsidRPr="00DA7171" w:rsidRDefault="00DA7171" w:rsidP="00D5488D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171">
              <w:rPr>
                <w:rFonts w:ascii="Arial" w:hAnsi="Arial" w:cs="Arial"/>
                <w:sz w:val="24"/>
                <w:szCs w:val="24"/>
              </w:rPr>
              <w:t xml:space="preserve">Zamawiający uzna warunek za </w:t>
            </w:r>
            <w:r w:rsidR="003638CA" w:rsidRPr="00DA7171">
              <w:rPr>
                <w:rFonts w:ascii="Arial" w:hAnsi="Arial" w:cs="Arial"/>
                <w:sz w:val="24"/>
                <w:szCs w:val="24"/>
              </w:rPr>
              <w:t>spełniony,</w:t>
            </w:r>
            <w:r w:rsidRPr="00DA7171">
              <w:rPr>
                <w:rFonts w:ascii="Arial" w:hAnsi="Arial" w:cs="Arial"/>
                <w:sz w:val="24"/>
                <w:szCs w:val="24"/>
              </w:rPr>
              <w:t xml:space="preserve"> jeżeli:</w:t>
            </w:r>
          </w:p>
          <w:p w14:paraId="1D4DD20B" w14:textId="77777777" w:rsidR="00DA7171" w:rsidRPr="00DA7171" w:rsidRDefault="00DA7171" w:rsidP="00D5488D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171">
              <w:rPr>
                <w:rFonts w:ascii="Arial" w:hAnsi="Arial" w:cs="Arial"/>
                <w:sz w:val="24"/>
                <w:szCs w:val="24"/>
              </w:rPr>
              <w:t>1. Wykonawca ubiegający się o udzielenie zamówienia w okresie ostatnich pięciu lat przed upływem terminu składania ofert, a jeżeli okres prowadzenia działalności jest krótszy - w tym okresie wykonał co najmniej jedną robotę budowlaną polegającą na budowie, przebudowie, rozbudowie bądź modernizacji budynku o wartości co najmniej 900 000 zł brutto.</w:t>
            </w:r>
          </w:p>
          <w:p w14:paraId="4D7FAF29" w14:textId="77777777" w:rsidR="00DA7171" w:rsidRPr="00DA7171" w:rsidRDefault="00DA7171" w:rsidP="00D5488D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171">
              <w:rPr>
                <w:rFonts w:ascii="Arial" w:hAnsi="Arial" w:cs="Arial"/>
                <w:sz w:val="24"/>
                <w:szCs w:val="24"/>
              </w:rPr>
              <w:t xml:space="preserve">2. Ponadto, Zamawiający wymaga, aby Wykonawca: </w:t>
            </w:r>
          </w:p>
          <w:p w14:paraId="366F9674" w14:textId="77777777" w:rsidR="00DA7171" w:rsidRPr="0012157F" w:rsidRDefault="00DA7171" w:rsidP="00D5488D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171">
              <w:rPr>
                <w:rFonts w:ascii="Arial" w:hAnsi="Arial" w:cs="Arial"/>
                <w:sz w:val="24"/>
                <w:szCs w:val="24"/>
              </w:rPr>
              <w:t>dysponował kierownikiem budowy posiadającym uprawnienia budowlane do kierowania robotami budowlanymi w specjalności konstrukcyjno - budowlanej bez ograniczeń.</w:t>
            </w:r>
          </w:p>
        </w:tc>
      </w:tr>
      <w:tr w:rsidR="00DA7171" w:rsidRPr="0012157F" w14:paraId="622EB73A" w14:textId="77777777" w:rsidTr="00D548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DD497" w14:textId="77777777" w:rsidR="00DA7171" w:rsidRPr="0012157F" w:rsidRDefault="00DA7171" w:rsidP="00D5488D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7171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B10C" w14:textId="77777777" w:rsidR="00DA7171" w:rsidRPr="0012157F" w:rsidRDefault="00DA7171" w:rsidP="00D5488D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7171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4C21ED81" w14:textId="77777777" w:rsidR="00DA7171" w:rsidRPr="00DA7171" w:rsidRDefault="00DA7171" w:rsidP="00D5488D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171">
              <w:rPr>
                <w:rFonts w:ascii="Arial" w:hAnsi="Arial" w:cs="Arial"/>
                <w:sz w:val="24"/>
                <w:szCs w:val="24"/>
              </w:rPr>
              <w:t>O udzielenie zamówienia publicznego mogą ubiegać się wykonawcy, którzy spełniają warunki, dotyczące posiadania zdolności do występowania w obrocie gospodarczym. Ocena spełniania warunków udziału w postępowaniu będzie dokonana na zasadzie spełnia/nie spełnia.</w:t>
            </w:r>
          </w:p>
          <w:p w14:paraId="4CA14707" w14:textId="77777777" w:rsidR="00DA7171" w:rsidRPr="0012157F" w:rsidRDefault="00DA7171" w:rsidP="00D5488D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171">
              <w:rPr>
                <w:rFonts w:ascii="Arial" w:hAnsi="Arial" w:cs="Arial"/>
                <w:sz w:val="24"/>
                <w:szCs w:val="24"/>
              </w:rPr>
              <w:t>Zamawiający nie wyznacza warunku szczegółowego.</w:t>
            </w:r>
          </w:p>
        </w:tc>
      </w:tr>
      <w:tr w:rsidR="00DA7171" w:rsidRPr="0012157F" w14:paraId="0E9E8770" w14:textId="77777777" w:rsidTr="00D548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80430" w14:textId="77777777" w:rsidR="00DA7171" w:rsidRPr="0012157F" w:rsidRDefault="00DA7171" w:rsidP="00D5488D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717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5704B" w14:textId="77777777" w:rsidR="00DA7171" w:rsidRPr="0012157F" w:rsidRDefault="00DA7171" w:rsidP="00D5488D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7171">
              <w:rPr>
                <w:rFonts w:ascii="Arial" w:hAnsi="Arial" w:cs="Arial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14:paraId="08B1B255" w14:textId="77777777" w:rsidR="00DA7171" w:rsidRPr="00DA7171" w:rsidRDefault="00DA7171" w:rsidP="00D5488D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171">
              <w:rPr>
                <w:rFonts w:ascii="Arial" w:hAnsi="Arial" w:cs="Arial"/>
                <w:sz w:val="24"/>
                <w:szCs w:val="24"/>
              </w:rPr>
              <w:t>O udzielenie zamówienia publicznego mogą ubiegać się wykonawcy, którzy spełniają warunki, dotyczące posiadania uprawnień do prowadzenia określonej działalności gospodarczej lub zawodowej, o ile wynika to z odrębnych przepisów. Ocena spełniania warunków udziału w postępowaniu będzie dokonana na zasadzie spełnia/nie spełnia.</w:t>
            </w:r>
          </w:p>
          <w:p w14:paraId="24132C7D" w14:textId="77777777" w:rsidR="00DA7171" w:rsidRPr="0012157F" w:rsidRDefault="00DA7171" w:rsidP="00D5488D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171">
              <w:rPr>
                <w:rFonts w:ascii="Arial" w:hAnsi="Arial" w:cs="Arial"/>
                <w:sz w:val="24"/>
                <w:szCs w:val="24"/>
              </w:rPr>
              <w:t>Zamawiający nie wyznacza warunku szczegółowego.</w:t>
            </w:r>
          </w:p>
        </w:tc>
      </w:tr>
    </w:tbl>
    <w:p w14:paraId="72BE86DC" w14:textId="77777777" w:rsidR="00C62F57" w:rsidRDefault="00C62F57" w:rsidP="0017030D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8730771" w14:textId="77777777" w:rsidTr="00CD4DD1">
        <w:tc>
          <w:tcPr>
            <w:tcW w:w="9104" w:type="dxa"/>
            <w:shd w:val="clear" w:color="auto" w:fill="D9D9D9"/>
          </w:tcPr>
          <w:p w14:paraId="1248A873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3FF12E5A" w14:textId="77777777" w:rsidR="00FE4E2B" w:rsidRPr="00E426EB" w:rsidRDefault="00E426EB" w:rsidP="00FB403C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708D83AA" w14:textId="77777777" w:rsidTr="00847232">
        <w:tc>
          <w:tcPr>
            <w:tcW w:w="9104" w:type="dxa"/>
            <w:shd w:val="clear" w:color="auto" w:fill="D9D9D9"/>
          </w:tcPr>
          <w:p w14:paraId="228C044B" w14:textId="77777777" w:rsidR="00E426EB" w:rsidRPr="00650D6C" w:rsidRDefault="00E426EB" w:rsidP="00FB403C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00010979" w14:textId="77777777" w:rsidR="00E426EB" w:rsidRPr="0012157F" w:rsidRDefault="00E426EB" w:rsidP="006C4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D50C0C" w14:textId="77777777" w:rsidR="00E426EB" w:rsidRPr="00E426EB" w:rsidRDefault="00E426EB" w:rsidP="00185C6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23BFED5" w14:textId="77777777"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52ABE3E1" w14:textId="77777777" w:rsidR="00E426EB" w:rsidRPr="00FF0EBB" w:rsidRDefault="00E426EB" w:rsidP="00185C6E">
      <w:pPr>
        <w:spacing w:after="12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75218EA" w14:textId="77777777"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1392A240" w14:textId="77777777" w:rsidR="00E426EB" w:rsidRPr="00FF0EBB" w:rsidRDefault="00E426EB" w:rsidP="00FB403C">
      <w:pPr>
        <w:spacing w:after="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B673189" w14:textId="77777777" w:rsidR="00FE4E2B" w:rsidRDefault="00FE4E2B" w:rsidP="00D21E0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E44F21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D88E67" w14:textId="5D4B1CA1" w:rsidR="00484F88" w:rsidRPr="0012157F" w:rsidRDefault="00FE4E2B" w:rsidP="003638C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06628" w14:textId="77777777" w:rsidR="007962A1" w:rsidRDefault="007962A1" w:rsidP="0038231F">
      <w:pPr>
        <w:spacing w:after="0" w:line="240" w:lineRule="auto"/>
      </w:pPr>
      <w:r>
        <w:separator/>
      </w:r>
    </w:p>
  </w:endnote>
  <w:endnote w:type="continuationSeparator" w:id="0">
    <w:p w14:paraId="7750E3BD" w14:textId="77777777" w:rsidR="007962A1" w:rsidRDefault="007962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9F426" w14:textId="77777777" w:rsidR="00DA7171" w:rsidRDefault="00DA71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ED05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36AB1B68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3EA33" w14:textId="77777777" w:rsidR="00DA7171" w:rsidRDefault="00DA71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8EEB3" w14:textId="77777777" w:rsidR="007962A1" w:rsidRDefault="007962A1" w:rsidP="0038231F">
      <w:pPr>
        <w:spacing w:after="0" w:line="240" w:lineRule="auto"/>
      </w:pPr>
      <w:r>
        <w:separator/>
      </w:r>
    </w:p>
  </w:footnote>
  <w:footnote w:type="continuationSeparator" w:id="0">
    <w:p w14:paraId="07AE29EA" w14:textId="77777777" w:rsidR="007962A1" w:rsidRDefault="007962A1" w:rsidP="0038231F">
      <w:pPr>
        <w:spacing w:after="0" w:line="240" w:lineRule="auto"/>
      </w:pPr>
      <w:r>
        <w:continuationSeparator/>
      </w:r>
    </w:p>
  </w:footnote>
  <w:footnote w:id="1">
    <w:p w14:paraId="34AE2343" w14:textId="77777777" w:rsidR="00FB403C" w:rsidRPr="0011306C" w:rsidRDefault="0011306C" w:rsidP="00FB403C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FB403C"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178B926A" w14:textId="77777777" w:rsid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7CB483" w14:textId="77777777" w:rsid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4F6521" w:rsidRPr="004F6521">
        <w:rPr>
          <w:rFonts w:ascii="Arial" w:hAnsi="Arial" w:cs="Arial"/>
          <w:sz w:val="16"/>
          <w:szCs w:val="16"/>
        </w:rPr>
        <w:t>t.j. Dz. U. z 2023r. poz. 1124</w:t>
      </w:r>
      <w:r w:rsidR="008A2CEB">
        <w:rPr>
          <w:rFonts w:ascii="Arial" w:hAnsi="Arial" w:cs="Arial"/>
          <w:sz w:val="16"/>
          <w:szCs w:val="16"/>
        </w:rPr>
        <w:t>, 1285, 1723 i 1843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25F4C9" w14:textId="77777777" w:rsidR="0011306C" w:rsidRP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FB403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4F6521" w:rsidRPr="004F6521">
        <w:rPr>
          <w:rFonts w:ascii="Arial" w:hAnsi="Arial" w:cs="Arial"/>
          <w:sz w:val="16"/>
          <w:szCs w:val="16"/>
        </w:rPr>
        <w:t>t.j. Dz. U. z 2023r. poz. 120</w:t>
      </w:r>
      <w:r w:rsidR="008A2CEB">
        <w:rPr>
          <w:rFonts w:ascii="Arial" w:hAnsi="Arial" w:cs="Arial"/>
          <w:sz w:val="16"/>
          <w:szCs w:val="16"/>
        </w:rPr>
        <w:t>, 295 i 1598</w:t>
      </w:r>
      <w:r w:rsidRPr="00FB403C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11306C" w:rsidRPr="00FB403C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56CB0" w14:textId="77777777" w:rsidR="00DA7171" w:rsidRDefault="00DA71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E4A66" w14:textId="6C645A0C" w:rsidR="00DA7171" w:rsidRPr="003638CA" w:rsidRDefault="003638CA" w:rsidP="003638CA">
    <w:pPr>
      <w:pStyle w:val="Nagwek"/>
    </w:pPr>
    <w:r w:rsidRPr="00BD02B6">
      <w:rPr>
        <w:noProof/>
      </w:rPr>
      <w:drawing>
        <wp:inline distT="0" distB="0" distL="0" distR="0" wp14:anchorId="7CC35976" wp14:editId="129EAD20">
          <wp:extent cx="5954395" cy="6292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439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B55DB" w14:textId="77777777" w:rsidR="00DA7171" w:rsidRDefault="00DA71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627672">
    <w:abstractNumId w:val="11"/>
  </w:num>
  <w:num w:numId="2" w16cid:durableId="121508708">
    <w:abstractNumId w:val="0"/>
  </w:num>
  <w:num w:numId="3" w16cid:durableId="232735654">
    <w:abstractNumId w:val="10"/>
  </w:num>
  <w:num w:numId="4" w16cid:durableId="1854034039">
    <w:abstractNumId w:val="13"/>
  </w:num>
  <w:num w:numId="5" w16cid:durableId="437026556">
    <w:abstractNumId w:val="12"/>
  </w:num>
  <w:num w:numId="6" w16cid:durableId="1423061742">
    <w:abstractNumId w:val="9"/>
  </w:num>
  <w:num w:numId="7" w16cid:durableId="180053704">
    <w:abstractNumId w:val="1"/>
  </w:num>
  <w:num w:numId="8" w16cid:durableId="1300375322">
    <w:abstractNumId w:val="6"/>
  </w:num>
  <w:num w:numId="9" w16cid:durableId="1103299755">
    <w:abstractNumId w:val="4"/>
  </w:num>
  <w:num w:numId="10" w16cid:durableId="1386485612">
    <w:abstractNumId w:val="7"/>
  </w:num>
  <w:num w:numId="11" w16cid:durableId="828180899">
    <w:abstractNumId w:val="5"/>
  </w:num>
  <w:num w:numId="12" w16cid:durableId="1598558704">
    <w:abstractNumId w:val="8"/>
  </w:num>
  <w:num w:numId="13" w16cid:durableId="1749426693">
    <w:abstractNumId w:val="3"/>
  </w:num>
  <w:num w:numId="14" w16cid:durableId="1181965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B51"/>
    <w:rsid w:val="000221FF"/>
    <w:rsid w:val="00023477"/>
    <w:rsid w:val="000247FF"/>
    <w:rsid w:val="00025C8D"/>
    <w:rsid w:val="000303EE"/>
    <w:rsid w:val="0005473D"/>
    <w:rsid w:val="000642B4"/>
    <w:rsid w:val="00064C0B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7030D"/>
    <w:rsid w:val="00185C6E"/>
    <w:rsid w:val="001902D2"/>
    <w:rsid w:val="001C6945"/>
    <w:rsid w:val="001F027E"/>
    <w:rsid w:val="002035D6"/>
    <w:rsid w:val="00203A40"/>
    <w:rsid w:val="002168A8"/>
    <w:rsid w:val="00232DF0"/>
    <w:rsid w:val="002342F1"/>
    <w:rsid w:val="002426FF"/>
    <w:rsid w:val="00252642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D6B51"/>
    <w:rsid w:val="002E641A"/>
    <w:rsid w:val="00313417"/>
    <w:rsid w:val="00313911"/>
    <w:rsid w:val="00333209"/>
    <w:rsid w:val="00337073"/>
    <w:rsid w:val="00343DBD"/>
    <w:rsid w:val="00350CD9"/>
    <w:rsid w:val="00351F8A"/>
    <w:rsid w:val="003638CA"/>
    <w:rsid w:val="00364235"/>
    <w:rsid w:val="00371CB8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4F6521"/>
    <w:rsid w:val="005103B9"/>
    <w:rsid w:val="00512A1E"/>
    <w:rsid w:val="00520174"/>
    <w:rsid w:val="00524951"/>
    <w:rsid w:val="00534752"/>
    <w:rsid w:val="005434B3"/>
    <w:rsid w:val="005552A6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C4CCD"/>
    <w:rsid w:val="006F0034"/>
    <w:rsid w:val="006F0A84"/>
    <w:rsid w:val="006F3D32"/>
    <w:rsid w:val="00710937"/>
    <w:rsid w:val="007118F0"/>
    <w:rsid w:val="00721D87"/>
    <w:rsid w:val="0072560B"/>
    <w:rsid w:val="00735EF7"/>
    <w:rsid w:val="00746532"/>
    <w:rsid w:val="00751725"/>
    <w:rsid w:val="00756C8F"/>
    <w:rsid w:val="00757EFB"/>
    <w:rsid w:val="00766D1F"/>
    <w:rsid w:val="007840F2"/>
    <w:rsid w:val="007936D6"/>
    <w:rsid w:val="00794B1B"/>
    <w:rsid w:val="007961C8"/>
    <w:rsid w:val="007962A1"/>
    <w:rsid w:val="007A2BCB"/>
    <w:rsid w:val="007B01C8"/>
    <w:rsid w:val="007C3B14"/>
    <w:rsid w:val="007D5B61"/>
    <w:rsid w:val="007E29A1"/>
    <w:rsid w:val="007E2F69"/>
    <w:rsid w:val="00804F07"/>
    <w:rsid w:val="00825A09"/>
    <w:rsid w:val="00830AB1"/>
    <w:rsid w:val="00833FCD"/>
    <w:rsid w:val="00842991"/>
    <w:rsid w:val="00847232"/>
    <w:rsid w:val="0086134A"/>
    <w:rsid w:val="008757E1"/>
    <w:rsid w:val="00892E48"/>
    <w:rsid w:val="008A2CEB"/>
    <w:rsid w:val="008C041B"/>
    <w:rsid w:val="008C5709"/>
    <w:rsid w:val="008C6DF8"/>
    <w:rsid w:val="008D0487"/>
    <w:rsid w:val="008D33C8"/>
    <w:rsid w:val="008F3B4E"/>
    <w:rsid w:val="008F5F77"/>
    <w:rsid w:val="0091264E"/>
    <w:rsid w:val="009169D4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36A2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C2217"/>
    <w:rsid w:val="00AC5247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06F6D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1E06"/>
    <w:rsid w:val="00D23F3D"/>
    <w:rsid w:val="00D2702A"/>
    <w:rsid w:val="00D34D9A"/>
    <w:rsid w:val="00D409DE"/>
    <w:rsid w:val="00D42C9B"/>
    <w:rsid w:val="00D531D5"/>
    <w:rsid w:val="00D7532C"/>
    <w:rsid w:val="00D762C5"/>
    <w:rsid w:val="00D85BEA"/>
    <w:rsid w:val="00DA6EC7"/>
    <w:rsid w:val="00DA7171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18EC"/>
    <w:rsid w:val="00F365F2"/>
    <w:rsid w:val="00F43919"/>
    <w:rsid w:val="00F45087"/>
    <w:rsid w:val="00F66810"/>
    <w:rsid w:val="00F8042D"/>
    <w:rsid w:val="00F8636A"/>
    <w:rsid w:val="00F90CD1"/>
    <w:rsid w:val="00FB403C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1D122E"/>
  <w15:docId w15:val="{5B0DA2B3-67F4-4396-BD92-7E150E1C5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or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5</Pages>
  <Words>978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Boroń</dc:creator>
  <cp:keywords/>
  <cp:lastModifiedBy>Magdalena Boroń</cp:lastModifiedBy>
  <cp:revision>2</cp:revision>
  <cp:lastPrinted>2016-07-26T10:32:00Z</cp:lastPrinted>
  <dcterms:created xsi:type="dcterms:W3CDTF">2025-12-10T12:37:00Z</dcterms:created>
  <dcterms:modified xsi:type="dcterms:W3CDTF">2025-12-10T12:37:00Z</dcterms:modified>
</cp:coreProperties>
</file>